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F38" w:rsidRPr="007B1944" w:rsidRDefault="007B1944" w:rsidP="003A1C48">
      <w:pPr>
        <w:ind w:left="5" w:firstLine="1"/>
        <w:jc w:val="right"/>
        <w:rPr>
          <w:rFonts w:cs="Arial"/>
          <w:b/>
          <w:sz w:val="22"/>
          <w:szCs w:val="22"/>
        </w:rPr>
      </w:pPr>
      <w:r w:rsidRPr="007B1944">
        <w:rPr>
          <w:rFonts w:cs="Arial"/>
          <w:b/>
          <w:sz w:val="22"/>
          <w:szCs w:val="22"/>
        </w:rPr>
        <w:t xml:space="preserve">Załącznik nr </w:t>
      </w:r>
      <w:r w:rsidR="00F43098">
        <w:rPr>
          <w:rFonts w:cs="Arial"/>
          <w:b/>
          <w:sz w:val="22"/>
          <w:szCs w:val="22"/>
        </w:rPr>
        <w:t>3</w:t>
      </w:r>
      <w:r w:rsidRPr="007B1944">
        <w:rPr>
          <w:rFonts w:cs="Arial"/>
          <w:b/>
          <w:sz w:val="22"/>
          <w:szCs w:val="22"/>
        </w:rPr>
        <w:t xml:space="preserve"> do S</w:t>
      </w:r>
      <w:r w:rsidR="00A65F38" w:rsidRPr="007B1944">
        <w:rPr>
          <w:rFonts w:cs="Arial"/>
          <w:b/>
          <w:sz w:val="22"/>
          <w:szCs w:val="22"/>
        </w:rPr>
        <w:t>WZ</w:t>
      </w:r>
    </w:p>
    <w:p w:rsidR="003A1C48" w:rsidRPr="007B1944" w:rsidRDefault="003A1C48" w:rsidP="003A1C48">
      <w:pPr>
        <w:spacing w:line="480" w:lineRule="auto"/>
        <w:rPr>
          <w:rFonts w:eastAsia="Calibri" w:cs="Arial"/>
          <w:b/>
          <w:sz w:val="21"/>
          <w:szCs w:val="21"/>
          <w:lang w:eastAsia="en-US"/>
        </w:rPr>
      </w:pPr>
      <w:r w:rsidRPr="007B1944">
        <w:rPr>
          <w:rFonts w:eastAsia="Calibri" w:cs="Arial"/>
          <w:b/>
          <w:sz w:val="21"/>
          <w:szCs w:val="21"/>
          <w:lang w:eastAsia="en-US"/>
        </w:rPr>
        <w:t>Wykonawca:</w:t>
      </w:r>
    </w:p>
    <w:p w:rsidR="003A1C48" w:rsidRPr="007B1944" w:rsidRDefault="003A1C48" w:rsidP="003A1C48">
      <w:pPr>
        <w:spacing w:line="480" w:lineRule="auto"/>
        <w:ind w:right="5954"/>
        <w:rPr>
          <w:rFonts w:eastAsia="Calibri" w:cs="Arial"/>
          <w:sz w:val="21"/>
          <w:szCs w:val="21"/>
          <w:lang w:eastAsia="en-US"/>
        </w:rPr>
      </w:pPr>
      <w:r w:rsidRPr="007B1944">
        <w:rPr>
          <w:rFonts w:eastAsia="Calibri" w:cs="Arial"/>
          <w:sz w:val="21"/>
          <w:szCs w:val="21"/>
          <w:lang w:eastAsia="en-US"/>
        </w:rPr>
        <w:t>…………………………………………………………………………</w:t>
      </w:r>
    </w:p>
    <w:p w:rsidR="003A1C48" w:rsidRPr="007B1944" w:rsidRDefault="003A1C48" w:rsidP="003A1C48">
      <w:pPr>
        <w:spacing w:after="160" w:line="259" w:lineRule="auto"/>
        <w:ind w:right="5953"/>
        <w:rPr>
          <w:rFonts w:eastAsia="Calibri" w:cs="Arial"/>
          <w:i/>
          <w:sz w:val="16"/>
          <w:szCs w:val="16"/>
          <w:lang w:eastAsia="en-US"/>
        </w:rPr>
      </w:pPr>
      <w:r w:rsidRPr="007B1944">
        <w:rPr>
          <w:rFonts w:eastAsia="Calibri" w:cs="Arial"/>
          <w:i/>
          <w:sz w:val="16"/>
          <w:szCs w:val="16"/>
          <w:lang w:eastAsia="en-US"/>
        </w:rPr>
        <w:t>(pełna nazw</w:t>
      </w:r>
      <w:r w:rsidR="007B1944" w:rsidRPr="007B1944">
        <w:rPr>
          <w:rFonts w:eastAsia="Calibri" w:cs="Arial"/>
          <w:i/>
          <w:sz w:val="16"/>
          <w:szCs w:val="16"/>
          <w:lang w:eastAsia="en-US"/>
        </w:rPr>
        <w:t>a/firma, adres, w zależności od </w:t>
      </w:r>
      <w:r w:rsidRPr="007B1944">
        <w:rPr>
          <w:rFonts w:eastAsia="Calibri" w:cs="Arial"/>
          <w:i/>
          <w:sz w:val="16"/>
          <w:szCs w:val="16"/>
          <w:lang w:eastAsia="en-US"/>
        </w:rPr>
        <w:t>podmiotu: NIP/PESEL, KRS/</w:t>
      </w:r>
      <w:proofErr w:type="spellStart"/>
      <w:r w:rsidRPr="007B1944">
        <w:rPr>
          <w:rFonts w:eastAsia="Calibri" w:cs="Arial"/>
          <w:i/>
          <w:sz w:val="16"/>
          <w:szCs w:val="16"/>
          <w:lang w:eastAsia="en-US"/>
        </w:rPr>
        <w:t>CEiDG</w:t>
      </w:r>
      <w:proofErr w:type="spellEnd"/>
      <w:r w:rsidRPr="007B1944">
        <w:rPr>
          <w:rFonts w:eastAsia="Calibri" w:cs="Arial"/>
          <w:i/>
          <w:sz w:val="16"/>
          <w:szCs w:val="16"/>
          <w:lang w:eastAsia="en-US"/>
        </w:rPr>
        <w:t>)</w:t>
      </w:r>
    </w:p>
    <w:p w:rsidR="003A1C48" w:rsidRPr="007B1944" w:rsidRDefault="003A1C48" w:rsidP="003A1C48">
      <w:pPr>
        <w:spacing w:line="480" w:lineRule="auto"/>
        <w:rPr>
          <w:rFonts w:eastAsia="Calibri" w:cs="Arial"/>
          <w:sz w:val="21"/>
          <w:szCs w:val="21"/>
          <w:u w:val="single"/>
          <w:lang w:eastAsia="en-US"/>
        </w:rPr>
      </w:pPr>
      <w:r w:rsidRPr="007B1944">
        <w:rPr>
          <w:rFonts w:eastAsia="Calibri" w:cs="Arial"/>
          <w:sz w:val="21"/>
          <w:szCs w:val="21"/>
          <w:u w:val="single"/>
          <w:lang w:eastAsia="en-US"/>
        </w:rPr>
        <w:t>reprezentowany przez:</w:t>
      </w:r>
    </w:p>
    <w:p w:rsidR="003A1C48" w:rsidRPr="007B1944" w:rsidRDefault="003A1C48" w:rsidP="003A1C48">
      <w:pPr>
        <w:spacing w:line="480" w:lineRule="auto"/>
        <w:ind w:right="5954"/>
        <w:rPr>
          <w:rFonts w:eastAsia="Calibri" w:cs="Arial"/>
          <w:sz w:val="21"/>
          <w:szCs w:val="21"/>
          <w:lang w:eastAsia="en-US"/>
        </w:rPr>
      </w:pPr>
      <w:r w:rsidRPr="007B1944">
        <w:rPr>
          <w:rFonts w:eastAsia="Calibri" w:cs="Arial"/>
          <w:sz w:val="21"/>
          <w:szCs w:val="21"/>
          <w:lang w:eastAsia="en-US"/>
        </w:rPr>
        <w:t>…………………………………………………………………………</w:t>
      </w:r>
    </w:p>
    <w:p w:rsidR="003A1C48" w:rsidRPr="007B1944" w:rsidRDefault="003A1C48" w:rsidP="003A1C48">
      <w:pPr>
        <w:spacing w:line="259" w:lineRule="auto"/>
        <w:ind w:right="5953"/>
        <w:rPr>
          <w:rFonts w:eastAsia="Calibri" w:cs="Arial"/>
          <w:i/>
          <w:sz w:val="16"/>
          <w:szCs w:val="16"/>
          <w:lang w:eastAsia="en-US"/>
        </w:rPr>
      </w:pPr>
      <w:r w:rsidRPr="007B1944">
        <w:rPr>
          <w:rFonts w:eastAsia="Calibri" w:cs="Arial"/>
          <w:i/>
          <w:sz w:val="16"/>
          <w:szCs w:val="16"/>
          <w:lang w:eastAsia="en-US"/>
        </w:rPr>
        <w:t>(imię, na</w:t>
      </w:r>
      <w:r w:rsidR="00444050">
        <w:rPr>
          <w:rFonts w:eastAsia="Calibri" w:cs="Arial"/>
          <w:i/>
          <w:sz w:val="16"/>
          <w:szCs w:val="16"/>
          <w:lang w:eastAsia="en-US"/>
        </w:rPr>
        <w:t>zwisko, stanowisko/podstawa do  </w:t>
      </w:r>
      <w:r w:rsidRPr="007B1944">
        <w:rPr>
          <w:rFonts w:eastAsia="Calibri" w:cs="Arial"/>
          <w:i/>
          <w:sz w:val="16"/>
          <w:szCs w:val="16"/>
          <w:lang w:eastAsia="en-US"/>
        </w:rPr>
        <w:t>reprezentacji)</w:t>
      </w:r>
    </w:p>
    <w:p w:rsidR="003A1C48" w:rsidRPr="007B1944" w:rsidRDefault="003A1C48" w:rsidP="00A65F38">
      <w:pPr>
        <w:rPr>
          <w:rFonts w:cs="Arial"/>
          <w:b/>
          <w:sz w:val="22"/>
          <w:szCs w:val="22"/>
        </w:rPr>
      </w:pPr>
    </w:p>
    <w:p w:rsidR="0036344A" w:rsidRPr="007B1944" w:rsidRDefault="00223151" w:rsidP="00031427">
      <w:pPr>
        <w:jc w:val="center"/>
        <w:rPr>
          <w:rFonts w:cs="Arial"/>
          <w:b/>
          <w:sz w:val="20"/>
          <w:szCs w:val="20"/>
        </w:rPr>
      </w:pPr>
      <w:r w:rsidRPr="007B1944">
        <w:rPr>
          <w:rFonts w:cs="Arial"/>
          <w:b/>
          <w:sz w:val="20"/>
          <w:szCs w:val="20"/>
        </w:rPr>
        <w:t>Wzór w</w:t>
      </w:r>
      <w:r w:rsidR="0036344A" w:rsidRPr="007B1944">
        <w:rPr>
          <w:rFonts w:cs="Arial"/>
          <w:b/>
          <w:sz w:val="20"/>
          <w:szCs w:val="20"/>
        </w:rPr>
        <w:t>ykaz</w:t>
      </w:r>
      <w:r w:rsidRPr="007B1944">
        <w:rPr>
          <w:rFonts w:cs="Arial"/>
          <w:b/>
          <w:sz w:val="20"/>
          <w:szCs w:val="20"/>
        </w:rPr>
        <w:t>u</w:t>
      </w:r>
      <w:r w:rsidR="0036344A" w:rsidRPr="007B1944">
        <w:rPr>
          <w:rFonts w:cs="Arial"/>
          <w:b/>
          <w:sz w:val="20"/>
          <w:szCs w:val="20"/>
        </w:rPr>
        <w:t xml:space="preserve"> stacji</w:t>
      </w:r>
      <w:r w:rsidRPr="007B1944">
        <w:rPr>
          <w:rFonts w:cs="Arial"/>
          <w:b/>
          <w:sz w:val="20"/>
          <w:szCs w:val="20"/>
        </w:rPr>
        <w:t xml:space="preserve"> paliw</w:t>
      </w:r>
    </w:p>
    <w:p w:rsidR="0036344A" w:rsidRPr="007B1944" w:rsidRDefault="0036344A" w:rsidP="003A1C48">
      <w:pPr>
        <w:rPr>
          <w:rFonts w:cs="Arial"/>
          <w:sz w:val="20"/>
          <w:szCs w:val="20"/>
        </w:rPr>
      </w:pPr>
    </w:p>
    <w:p w:rsidR="00A65F38" w:rsidRPr="007B1944" w:rsidRDefault="00A65F38" w:rsidP="00A65F38">
      <w:pPr>
        <w:rPr>
          <w:rFonts w:cs="Arial"/>
          <w:sz w:val="20"/>
          <w:szCs w:val="20"/>
        </w:rPr>
      </w:pPr>
    </w:p>
    <w:p w:rsidR="00A65F38" w:rsidRPr="007B1944" w:rsidRDefault="004C09B9" w:rsidP="00A65F38">
      <w:pPr>
        <w:spacing w:after="200" w:line="276" w:lineRule="auto"/>
        <w:jc w:val="both"/>
        <w:rPr>
          <w:rFonts w:cs="Arial"/>
          <w:sz w:val="20"/>
          <w:szCs w:val="20"/>
        </w:rPr>
      </w:pPr>
      <w:r w:rsidRPr="007B1944">
        <w:rPr>
          <w:rFonts w:cs="Arial"/>
          <w:sz w:val="20"/>
          <w:szCs w:val="20"/>
        </w:rPr>
        <w:t xml:space="preserve">Wykaz </w:t>
      </w:r>
      <w:r w:rsidR="007B1944" w:rsidRPr="007B1944">
        <w:rPr>
          <w:rFonts w:cs="Arial"/>
          <w:sz w:val="20"/>
          <w:szCs w:val="20"/>
        </w:rPr>
        <w:t>stacji paliw składany</w:t>
      </w:r>
      <w:r w:rsidRPr="007B1944">
        <w:rPr>
          <w:rFonts w:cs="Arial"/>
          <w:sz w:val="20"/>
          <w:szCs w:val="20"/>
        </w:rPr>
        <w:t xml:space="preserve"> w celu</w:t>
      </w:r>
      <w:r w:rsidR="007B1944" w:rsidRPr="007B1944">
        <w:rPr>
          <w:rFonts w:cs="Arial"/>
          <w:sz w:val="20"/>
          <w:szCs w:val="20"/>
        </w:rPr>
        <w:t xml:space="preserve"> wykazania spełniania warunku </w:t>
      </w:r>
      <w:r w:rsidR="002A5F34">
        <w:rPr>
          <w:rFonts w:cs="Arial"/>
          <w:sz w:val="20"/>
          <w:szCs w:val="20"/>
        </w:rPr>
        <w:t xml:space="preserve">udziału w postępowaniu w zakresie </w:t>
      </w:r>
      <w:r w:rsidR="007B1944" w:rsidRPr="007B1944">
        <w:rPr>
          <w:rFonts w:cs="Arial"/>
          <w:sz w:val="20"/>
          <w:szCs w:val="20"/>
        </w:rPr>
        <w:t>zdolności technicznej i zawodowej do </w:t>
      </w:r>
      <w:r w:rsidRPr="007B1944">
        <w:rPr>
          <w:rFonts w:cs="Arial"/>
          <w:sz w:val="20"/>
          <w:szCs w:val="20"/>
        </w:rPr>
        <w:t xml:space="preserve">wykonania zamówienia publicznego </w:t>
      </w:r>
      <w:r w:rsidR="00F8586D" w:rsidRPr="007B1944">
        <w:rPr>
          <w:rFonts w:cs="Arial"/>
          <w:sz w:val="20"/>
          <w:szCs w:val="20"/>
        </w:rPr>
        <w:t>pn</w:t>
      </w:r>
      <w:r w:rsidR="007B1944" w:rsidRPr="007B1944">
        <w:rPr>
          <w:rFonts w:cs="Arial"/>
          <w:sz w:val="20"/>
          <w:szCs w:val="20"/>
        </w:rPr>
        <w:t>.</w:t>
      </w:r>
      <w:r w:rsidR="007B1944" w:rsidRPr="007B1944">
        <w:rPr>
          <w:rFonts w:cs="Arial"/>
          <w:b/>
          <w:i/>
          <w:sz w:val="28"/>
          <w:szCs w:val="28"/>
          <w:lang w:eastAsia="ar-SA"/>
        </w:rPr>
        <w:t xml:space="preserve"> </w:t>
      </w:r>
      <w:r w:rsidR="007B1944" w:rsidRPr="007B1944">
        <w:rPr>
          <w:rFonts w:cs="Arial"/>
          <w:b/>
          <w:i/>
          <w:sz w:val="20"/>
          <w:szCs w:val="20"/>
        </w:rPr>
        <w:t xml:space="preserve">Dostawa paliw płynnych </w:t>
      </w:r>
      <w:r w:rsidR="00F43098">
        <w:rPr>
          <w:rFonts w:cs="Arial"/>
          <w:b/>
          <w:i/>
          <w:sz w:val="20"/>
          <w:szCs w:val="20"/>
        </w:rPr>
        <w:t>dla</w:t>
      </w:r>
      <w:r w:rsidR="007B1944" w:rsidRPr="007B1944">
        <w:rPr>
          <w:rFonts w:cs="Arial"/>
          <w:b/>
          <w:i/>
          <w:sz w:val="20"/>
          <w:szCs w:val="20"/>
        </w:rPr>
        <w:t xml:space="preserve"> Nadleśnictwa Zamrzenica</w:t>
      </w:r>
      <w:r w:rsidR="00977D5E">
        <w:rPr>
          <w:rFonts w:cs="Arial"/>
          <w:sz w:val="20"/>
          <w:szCs w:val="20"/>
        </w:rPr>
        <w:t>, w ramach którego Wykonawca wymaga aby Wykonawca dysponował</w:t>
      </w:r>
      <w:r w:rsidR="00A65F38" w:rsidRPr="007B1944">
        <w:rPr>
          <w:rFonts w:cs="Arial"/>
          <w:sz w:val="20"/>
          <w:szCs w:val="20"/>
        </w:rPr>
        <w:t xml:space="preserve"> co</w:t>
      </w:r>
      <w:r w:rsidR="00914038">
        <w:rPr>
          <w:rFonts w:cs="Arial"/>
          <w:sz w:val="20"/>
          <w:szCs w:val="20"/>
        </w:rPr>
        <w:t> </w:t>
      </w:r>
      <w:bookmarkStart w:id="0" w:name="_GoBack"/>
      <w:bookmarkEnd w:id="0"/>
      <w:r w:rsidR="00A65F38" w:rsidRPr="007B1944">
        <w:rPr>
          <w:rFonts w:cs="Arial"/>
          <w:sz w:val="20"/>
          <w:szCs w:val="20"/>
        </w:rPr>
        <w:t>najmniej jedn</w:t>
      </w:r>
      <w:r w:rsidR="00256297">
        <w:rPr>
          <w:rFonts w:cs="Arial"/>
          <w:sz w:val="20"/>
          <w:szCs w:val="20"/>
        </w:rPr>
        <w:t>ą</w:t>
      </w:r>
      <w:r w:rsidR="00A65F38" w:rsidRPr="007B1944">
        <w:rPr>
          <w:rFonts w:cs="Arial"/>
          <w:sz w:val="20"/>
          <w:szCs w:val="20"/>
        </w:rPr>
        <w:t xml:space="preserve"> stacj</w:t>
      </w:r>
      <w:r w:rsidR="00256297">
        <w:rPr>
          <w:rFonts w:cs="Arial"/>
          <w:sz w:val="20"/>
          <w:szCs w:val="20"/>
        </w:rPr>
        <w:t>ą</w:t>
      </w:r>
      <w:r w:rsidR="00A65F38" w:rsidRPr="007B1944">
        <w:rPr>
          <w:rFonts w:cs="Arial"/>
          <w:sz w:val="20"/>
          <w:szCs w:val="20"/>
        </w:rPr>
        <w:t xml:space="preserve"> paliw zlokalizowan</w:t>
      </w:r>
      <w:r w:rsidR="00256297">
        <w:rPr>
          <w:rFonts w:cs="Arial"/>
          <w:sz w:val="20"/>
          <w:szCs w:val="20"/>
        </w:rPr>
        <w:t>ą</w:t>
      </w:r>
      <w:r w:rsidR="00A65F38" w:rsidRPr="007B1944">
        <w:rPr>
          <w:rFonts w:cs="Arial"/>
          <w:sz w:val="20"/>
          <w:szCs w:val="20"/>
        </w:rPr>
        <w:t xml:space="preserve"> </w:t>
      </w:r>
      <w:r w:rsidR="00964FCF" w:rsidRPr="007B1944">
        <w:rPr>
          <w:rFonts w:cs="Arial"/>
          <w:sz w:val="20"/>
          <w:szCs w:val="20"/>
        </w:rPr>
        <w:t xml:space="preserve">w odległości nie większej niż </w:t>
      </w:r>
      <w:r w:rsidR="007B1944" w:rsidRPr="007B1944">
        <w:rPr>
          <w:rFonts w:cs="Arial"/>
          <w:sz w:val="20"/>
          <w:szCs w:val="20"/>
        </w:rPr>
        <w:t>70</w:t>
      </w:r>
      <w:r w:rsidR="00A65F38" w:rsidRPr="007B1944">
        <w:rPr>
          <w:rFonts w:cs="Arial"/>
          <w:sz w:val="20"/>
          <w:szCs w:val="20"/>
        </w:rPr>
        <w:t xml:space="preserve"> km</w:t>
      </w:r>
      <w:r w:rsidR="00256297">
        <w:rPr>
          <w:rFonts w:cs="Arial"/>
          <w:sz w:val="20"/>
          <w:szCs w:val="20"/>
        </w:rPr>
        <w:t xml:space="preserve"> </w:t>
      </w:r>
      <w:r w:rsidR="007B1944" w:rsidRPr="007B1944">
        <w:rPr>
          <w:rFonts w:cs="Arial"/>
          <w:sz w:val="20"/>
          <w:szCs w:val="20"/>
        </w:rPr>
        <w:t>od </w:t>
      </w:r>
      <w:r w:rsidR="00A65F38" w:rsidRPr="007B1944">
        <w:rPr>
          <w:rFonts w:cs="Arial"/>
          <w:sz w:val="20"/>
          <w:szCs w:val="20"/>
        </w:rPr>
        <w:t>siedziby Nadleśnictwa</w:t>
      </w:r>
      <w:r w:rsidR="00964FCF" w:rsidRPr="007B1944">
        <w:rPr>
          <w:rFonts w:cs="Arial"/>
          <w:sz w:val="20"/>
          <w:szCs w:val="20"/>
        </w:rPr>
        <w:t xml:space="preserve"> </w:t>
      </w:r>
      <w:r w:rsidR="00D62CFF" w:rsidRPr="007B1944">
        <w:rPr>
          <w:rFonts w:cs="Arial"/>
          <w:sz w:val="20"/>
          <w:szCs w:val="20"/>
        </w:rPr>
        <w:t xml:space="preserve"> Zamrzenica (</w:t>
      </w:r>
      <w:r w:rsidR="008D648A" w:rsidRPr="007B1944">
        <w:rPr>
          <w:rFonts w:cs="Arial"/>
          <w:sz w:val="20"/>
          <w:szCs w:val="20"/>
        </w:rPr>
        <w:t>w linii prostej</w:t>
      </w:r>
      <w:r w:rsidR="00D62CFF" w:rsidRPr="007B1944">
        <w:rPr>
          <w:rFonts w:cs="Arial"/>
          <w:sz w:val="20"/>
          <w:szCs w:val="20"/>
        </w:rPr>
        <w:t>)</w:t>
      </w:r>
      <w:r w:rsidR="00A65F38" w:rsidRPr="007B1944">
        <w:rPr>
          <w:rFonts w:cs="Arial"/>
          <w:sz w:val="20"/>
          <w:szCs w:val="20"/>
        </w:rPr>
        <w:t xml:space="preserve"> </w:t>
      </w:r>
    </w:p>
    <w:tbl>
      <w:tblPr>
        <w:tblW w:w="881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2304"/>
        <w:gridCol w:w="2928"/>
        <w:gridCol w:w="2683"/>
      </w:tblGrid>
      <w:tr w:rsidR="007B1944" w:rsidRPr="007B1944" w:rsidTr="007B1944">
        <w:trPr>
          <w:trHeight w:val="276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44" w:rsidRPr="007B1944" w:rsidRDefault="007B1944" w:rsidP="00A65F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B1944">
              <w:rPr>
                <w:rFonts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44" w:rsidRPr="007B1944" w:rsidRDefault="007B1944" w:rsidP="00A65F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B1944">
              <w:rPr>
                <w:rFonts w:cs="Arial"/>
                <w:b/>
                <w:bCs/>
                <w:color w:val="000000"/>
                <w:sz w:val="20"/>
                <w:szCs w:val="20"/>
              </w:rPr>
              <w:t>Nazwa stacji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44" w:rsidRPr="007B1944" w:rsidRDefault="007B1944" w:rsidP="00A65F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B1944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Adres stacji </w:t>
            </w:r>
          </w:p>
          <w:p w:rsidR="007B1944" w:rsidRPr="007B1944" w:rsidRDefault="007B1944" w:rsidP="00964FC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7B1944" w:rsidRPr="007B1944" w:rsidRDefault="007B1944" w:rsidP="00A65F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B1944" w:rsidRPr="007B1944" w:rsidRDefault="007B1944" w:rsidP="00A65F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B1944">
              <w:rPr>
                <w:rFonts w:cs="Arial"/>
                <w:b/>
                <w:bCs/>
                <w:color w:val="000000"/>
                <w:sz w:val="20"/>
                <w:szCs w:val="20"/>
              </w:rPr>
              <w:t>Podstawa  dysponowania</w:t>
            </w:r>
          </w:p>
        </w:tc>
      </w:tr>
      <w:tr w:rsidR="007B1944" w:rsidRPr="007B1944" w:rsidTr="007B1944">
        <w:trPr>
          <w:trHeight w:val="296"/>
        </w:trPr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44" w:rsidRPr="007B1944" w:rsidRDefault="007B1944" w:rsidP="00A65F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44" w:rsidRPr="007B1944" w:rsidRDefault="007B1944" w:rsidP="00A65F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44" w:rsidRPr="007B1944" w:rsidRDefault="007B1944" w:rsidP="00A65F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944" w:rsidRPr="007B1944" w:rsidRDefault="007B1944" w:rsidP="00A65F3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1944" w:rsidRPr="007B1944" w:rsidTr="00444050">
        <w:trPr>
          <w:trHeight w:val="546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  <w:r w:rsidRPr="007B194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  <w:r w:rsidRPr="007B194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  <w:r w:rsidRPr="007B194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B1944" w:rsidRPr="007B1944" w:rsidTr="007B1944">
        <w:trPr>
          <w:trHeight w:val="557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B1944" w:rsidRPr="007B1944" w:rsidTr="007B1944">
        <w:trPr>
          <w:trHeight w:val="56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B1944" w:rsidRPr="007B1944" w:rsidTr="007B1944">
        <w:trPr>
          <w:trHeight w:val="54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  <w:r w:rsidRPr="007B194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  <w:r w:rsidRPr="007B194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  <w:r w:rsidRPr="007B1944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1944" w:rsidRPr="007B1944" w:rsidRDefault="007B1944" w:rsidP="00A65F38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031427" w:rsidRPr="007B1944" w:rsidRDefault="00031427" w:rsidP="00A65F38">
      <w:pPr>
        <w:spacing w:after="200" w:line="276" w:lineRule="auto"/>
        <w:contextualSpacing/>
        <w:jc w:val="both"/>
        <w:rPr>
          <w:rFonts w:cs="Arial"/>
          <w:w w:val="89"/>
          <w:sz w:val="20"/>
          <w:szCs w:val="20"/>
          <w:lang w:eastAsia="en-US"/>
        </w:rPr>
      </w:pPr>
    </w:p>
    <w:p w:rsidR="007B1944" w:rsidRDefault="007B1944" w:rsidP="00A65F38">
      <w:pPr>
        <w:spacing w:after="200" w:line="276" w:lineRule="auto"/>
        <w:contextualSpacing/>
        <w:jc w:val="both"/>
        <w:rPr>
          <w:rFonts w:cs="Arial"/>
          <w:w w:val="89"/>
          <w:sz w:val="20"/>
          <w:szCs w:val="20"/>
          <w:lang w:eastAsia="en-US"/>
        </w:rPr>
      </w:pPr>
    </w:p>
    <w:p w:rsidR="00444050" w:rsidRPr="007B1944" w:rsidRDefault="00444050" w:rsidP="00A65F38">
      <w:pPr>
        <w:spacing w:after="200" w:line="276" w:lineRule="auto"/>
        <w:contextualSpacing/>
        <w:jc w:val="both"/>
        <w:rPr>
          <w:rFonts w:cs="Arial"/>
          <w:w w:val="89"/>
          <w:sz w:val="20"/>
          <w:szCs w:val="20"/>
          <w:lang w:eastAsia="en-US"/>
        </w:rPr>
      </w:pPr>
    </w:p>
    <w:p w:rsidR="00D62CFF" w:rsidRPr="007B1944" w:rsidRDefault="00D62CFF" w:rsidP="00A65F38">
      <w:pPr>
        <w:spacing w:after="200" w:line="276" w:lineRule="auto"/>
        <w:contextualSpacing/>
        <w:jc w:val="both"/>
        <w:rPr>
          <w:rFonts w:cs="Arial"/>
          <w:w w:val="89"/>
          <w:sz w:val="20"/>
          <w:szCs w:val="20"/>
          <w:lang w:eastAsia="en-US"/>
        </w:rPr>
      </w:pPr>
    </w:p>
    <w:p w:rsidR="00D62CFF" w:rsidRPr="007B1944" w:rsidRDefault="00D62CFF" w:rsidP="00A65F38">
      <w:pPr>
        <w:spacing w:after="200" w:line="276" w:lineRule="auto"/>
        <w:contextualSpacing/>
        <w:jc w:val="both"/>
        <w:rPr>
          <w:rFonts w:cs="Arial"/>
          <w:w w:val="89"/>
          <w:sz w:val="20"/>
          <w:szCs w:val="20"/>
          <w:lang w:eastAsia="en-US"/>
        </w:rPr>
      </w:pPr>
    </w:p>
    <w:p w:rsidR="003A1C48" w:rsidRPr="007B1944" w:rsidRDefault="003A1C48" w:rsidP="00A65F38">
      <w:pPr>
        <w:spacing w:after="200" w:line="276" w:lineRule="auto"/>
        <w:contextualSpacing/>
        <w:jc w:val="both"/>
        <w:rPr>
          <w:rFonts w:cs="Arial"/>
          <w:w w:val="89"/>
          <w:sz w:val="20"/>
          <w:szCs w:val="20"/>
          <w:lang w:eastAsia="en-US"/>
        </w:rPr>
      </w:pPr>
    </w:p>
    <w:p w:rsidR="003A1C48" w:rsidRPr="007B1944" w:rsidRDefault="003A1C48" w:rsidP="003A1C48">
      <w:pPr>
        <w:spacing w:line="360" w:lineRule="auto"/>
        <w:jc w:val="both"/>
        <w:rPr>
          <w:rFonts w:eastAsia="Calibri" w:cs="Arial"/>
          <w:sz w:val="20"/>
          <w:szCs w:val="20"/>
          <w:lang w:eastAsia="en-US"/>
        </w:rPr>
      </w:pPr>
      <w:r w:rsidRPr="007B1944">
        <w:rPr>
          <w:rFonts w:eastAsia="Calibri" w:cs="Arial"/>
          <w:sz w:val="20"/>
          <w:szCs w:val="20"/>
          <w:lang w:eastAsia="en-US"/>
        </w:rPr>
        <w:t xml:space="preserve">…………….……. </w:t>
      </w:r>
      <w:r w:rsidRPr="007B1944">
        <w:rPr>
          <w:rFonts w:eastAsia="Calibri" w:cs="Arial"/>
          <w:i/>
          <w:sz w:val="20"/>
          <w:szCs w:val="20"/>
          <w:lang w:eastAsia="en-US"/>
        </w:rPr>
        <w:t xml:space="preserve">(miejscowość), </w:t>
      </w:r>
      <w:r w:rsidRPr="007B1944">
        <w:rPr>
          <w:rFonts w:eastAsia="Calibri" w:cs="Arial"/>
          <w:sz w:val="20"/>
          <w:szCs w:val="20"/>
          <w:lang w:eastAsia="en-US"/>
        </w:rPr>
        <w:t xml:space="preserve">dnia ………….……. r. </w:t>
      </w:r>
    </w:p>
    <w:p w:rsidR="00A65F38" w:rsidRPr="007B1944" w:rsidRDefault="00A65F38" w:rsidP="00A65F38">
      <w:pPr>
        <w:rPr>
          <w:rFonts w:cs="Arial"/>
          <w:b/>
          <w:bCs/>
          <w:sz w:val="20"/>
          <w:szCs w:val="20"/>
        </w:rPr>
      </w:pPr>
    </w:p>
    <w:p w:rsidR="00A65F38" w:rsidRPr="007B1944" w:rsidRDefault="00A65F38" w:rsidP="00A65F38">
      <w:pPr>
        <w:ind w:left="4248" w:firstLine="708"/>
        <w:rPr>
          <w:rFonts w:cs="Arial"/>
          <w:sz w:val="20"/>
          <w:szCs w:val="20"/>
        </w:rPr>
      </w:pPr>
      <w:r w:rsidRPr="007B1944">
        <w:rPr>
          <w:rFonts w:cs="Arial"/>
          <w:sz w:val="20"/>
          <w:szCs w:val="20"/>
        </w:rPr>
        <w:t>............................................................</w:t>
      </w:r>
    </w:p>
    <w:p w:rsidR="00A65F38" w:rsidRPr="007B1944" w:rsidRDefault="00A65F38" w:rsidP="00A65F38">
      <w:pPr>
        <w:ind w:left="4247" w:firstLine="709"/>
        <w:jc w:val="center"/>
        <w:rPr>
          <w:rFonts w:cs="Arial"/>
          <w:sz w:val="20"/>
          <w:szCs w:val="20"/>
        </w:rPr>
      </w:pPr>
      <w:r w:rsidRPr="007B1944">
        <w:rPr>
          <w:rFonts w:cs="Arial"/>
          <w:sz w:val="20"/>
          <w:szCs w:val="20"/>
        </w:rPr>
        <w:t>(podpis osób/y uprawnionych/ej</w:t>
      </w:r>
    </w:p>
    <w:p w:rsidR="00A65F38" w:rsidRPr="003A1C48" w:rsidRDefault="00A65F38" w:rsidP="00A65F38">
      <w:pPr>
        <w:ind w:left="4247" w:firstLine="709"/>
        <w:jc w:val="center"/>
        <w:rPr>
          <w:rFonts w:cs="Arial"/>
          <w:sz w:val="20"/>
          <w:szCs w:val="20"/>
        </w:rPr>
      </w:pPr>
      <w:r w:rsidRPr="003A1C48">
        <w:rPr>
          <w:rFonts w:cs="Arial"/>
          <w:b/>
          <w:sz w:val="20"/>
          <w:szCs w:val="20"/>
        </w:rPr>
        <w:t xml:space="preserve"> </w:t>
      </w:r>
      <w:r w:rsidRPr="003A1C48">
        <w:rPr>
          <w:rFonts w:cs="Arial"/>
          <w:sz w:val="20"/>
          <w:szCs w:val="20"/>
        </w:rPr>
        <w:t>do reprezentowania Wykonawcy)</w:t>
      </w:r>
    </w:p>
    <w:p w:rsidR="00463DED" w:rsidRPr="003A1C48" w:rsidRDefault="00463DED" w:rsidP="00A51F2D">
      <w:pPr>
        <w:jc w:val="both"/>
        <w:rPr>
          <w:rFonts w:cs="Arial"/>
          <w:sz w:val="20"/>
          <w:szCs w:val="20"/>
        </w:rPr>
      </w:pPr>
    </w:p>
    <w:sectPr w:rsidR="00463DED" w:rsidRPr="003A1C48" w:rsidSect="00E668C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1985" w:left="1701" w:header="346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6E5" w:rsidRDefault="004F66E5">
      <w:r>
        <w:separator/>
      </w:r>
    </w:p>
    <w:p w:rsidR="004F66E5" w:rsidRDefault="004F66E5"/>
  </w:endnote>
  <w:endnote w:type="continuationSeparator" w:id="0">
    <w:p w:rsidR="004F66E5" w:rsidRDefault="004F66E5">
      <w:r>
        <w:continuationSeparator/>
      </w:r>
    </w:p>
    <w:p w:rsidR="004F66E5" w:rsidRDefault="004F66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DD5" w:rsidRDefault="001F2DD5">
    <w:r>
      <w:fldChar w:fldCharType="begin"/>
    </w:r>
    <w:r>
      <w:instrText xml:space="preserve">PAGE  </w:instrText>
    </w:r>
    <w:r>
      <w:fldChar w:fldCharType="end"/>
    </w:r>
  </w:p>
  <w:p w:rsidR="001F2DD5" w:rsidRDefault="001F2DD5"/>
  <w:p w:rsidR="001F2DD5" w:rsidRDefault="001F2DD5"/>
  <w:p w:rsidR="001F2DD5" w:rsidRDefault="001F2DD5"/>
  <w:p w:rsidR="001F2DD5" w:rsidRDefault="001F2DD5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:rsidR="001F2DD5" w:rsidRDefault="001F2D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DD5" w:rsidRDefault="001F2DD5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2A5F34">
      <w:rPr>
        <w:noProof/>
      </w:rPr>
      <w:t>2</w:t>
    </w:r>
    <w:r>
      <w:fldChar w:fldCharType="end"/>
    </w:r>
  </w:p>
  <w:p w:rsidR="001F2DD5" w:rsidRDefault="001F2DD5"/>
  <w:p w:rsidR="001F2DD5" w:rsidRDefault="001F2DD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DD5" w:rsidRDefault="001F2DD5">
    <w:pPr>
      <w:pStyle w:val="LP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6E5" w:rsidRDefault="004F66E5">
      <w:r>
        <w:separator/>
      </w:r>
    </w:p>
    <w:p w:rsidR="004F66E5" w:rsidRDefault="004F66E5"/>
  </w:footnote>
  <w:footnote w:type="continuationSeparator" w:id="0">
    <w:p w:rsidR="004F66E5" w:rsidRDefault="004F66E5">
      <w:r>
        <w:continuationSeparator/>
      </w:r>
    </w:p>
    <w:p w:rsidR="004F66E5" w:rsidRDefault="004F66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DD5" w:rsidRDefault="001F2D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B515EF"/>
    <w:multiLevelType w:val="hybridMultilevel"/>
    <w:tmpl w:val="3A3EB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A7D92"/>
    <w:multiLevelType w:val="hybridMultilevel"/>
    <w:tmpl w:val="3A3EB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97591"/>
    <w:multiLevelType w:val="hybridMultilevel"/>
    <w:tmpl w:val="3912D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E5F9C"/>
    <w:multiLevelType w:val="hybridMultilevel"/>
    <w:tmpl w:val="97867362"/>
    <w:lvl w:ilvl="0" w:tplc="190C2E6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1B7"/>
    <w:rsid w:val="00001C40"/>
    <w:rsid w:val="000265DD"/>
    <w:rsid w:val="00031427"/>
    <w:rsid w:val="0003242C"/>
    <w:rsid w:val="00033CD9"/>
    <w:rsid w:val="00076AE2"/>
    <w:rsid w:val="000A20DB"/>
    <w:rsid w:val="000B7624"/>
    <w:rsid w:val="000C5BFA"/>
    <w:rsid w:val="000D0D90"/>
    <w:rsid w:val="000D0DF1"/>
    <w:rsid w:val="00100455"/>
    <w:rsid w:val="001069B1"/>
    <w:rsid w:val="001106A5"/>
    <w:rsid w:val="0012524E"/>
    <w:rsid w:val="00131B4F"/>
    <w:rsid w:val="00147F29"/>
    <w:rsid w:val="00164A25"/>
    <w:rsid w:val="001864F7"/>
    <w:rsid w:val="00186C42"/>
    <w:rsid w:val="0019205E"/>
    <w:rsid w:val="00195A7E"/>
    <w:rsid w:val="001A32DE"/>
    <w:rsid w:val="001B20BD"/>
    <w:rsid w:val="001B53CB"/>
    <w:rsid w:val="001C6172"/>
    <w:rsid w:val="001F2DD5"/>
    <w:rsid w:val="0021023E"/>
    <w:rsid w:val="00223151"/>
    <w:rsid w:val="002341C2"/>
    <w:rsid w:val="00235E30"/>
    <w:rsid w:val="00256297"/>
    <w:rsid w:val="002571DE"/>
    <w:rsid w:val="00286AE6"/>
    <w:rsid w:val="002A5823"/>
    <w:rsid w:val="002A5F34"/>
    <w:rsid w:val="002D0C1B"/>
    <w:rsid w:val="002E59E4"/>
    <w:rsid w:val="002F0ECA"/>
    <w:rsid w:val="002F5770"/>
    <w:rsid w:val="00301E6E"/>
    <w:rsid w:val="00325AAE"/>
    <w:rsid w:val="00332A38"/>
    <w:rsid w:val="00332B9C"/>
    <w:rsid w:val="00334035"/>
    <w:rsid w:val="00335544"/>
    <w:rsid w:val="00337EA7"/>
    <w:rsid w:val="003521B7"/>
    <w:rsid w:val="0036344A"/>
    <w:rsid w:val="003848F0"/>
    <w:rsid w:val="003A1C48"/>
    <w:rsid w:val="003C5041"/>
    <w:rsid w:val="003E2AB2"/>
    <w:rsid w:val="004005C8"/>
    <w:rsid w:val="00422071"/>
    <w:rsid w:val="004254D7"/>
    <w:rsid w:val="00431A81"/>
    <w:rsid w:val="00444050"/>
    <w:rsid w:val="004607E6"/>
    <w:rsid w:val="00463DED"/>
    <w:rsid w:val="00464E38"/>
    <w:rsid w:val="00477F61"/>
    <w:rsid w:val="00484CAC"/>
    <w:rsid w:val="00492382"/>
    <w:rsid w:val="004A3ED6"/>
    <w:rsid w:val="004A51B9"/>
    <w:rsid w:val="004B067F"/>
    <w:rsid w:val="004B338C"/>
    <w:rsid w:val="004C09B9"/>
    <w:rsid w:val="004E017F"/>
    <w:rsid w:val="004E1A1B"/>
    <w:rsid w:val="004E36FB"/>
    <w:rsid w:val="004F40F8"/>
    <w:rsid w:val="004F66E5"/>
    <w:rsid w:val="00505DFF"/>
    <w:rsid w:val="00514A75"/>
    <w:rsid w:val="00522095"/>
    <w:rsid w:val="00530560"/>
    <w:rsid w:val="00543E29"/>
    <w:rsid w:val="00560767"/>
    <w:rsid w:val="00580228"/>
    <w:rsid w:val="005813D2"/>
    <w:rsid w:val="0058481E"/>
    <w:rsid w:val="005933BE"/>
    <w:rsid w:val="005A4F37"/>
    <w:rsid w:val="005A753C"/>
    <w:rsid w:val="005C3DD9"/>
    <w:rsid w:val="005D7CB8"/>
    <w:rsid w:val="006319BC"/>
    <w:rsid w:val="00631F75"/>
    <w:rsid w:val="0064256D"/>
    <w:rsid w:val="00660508"/>
    <w:rsid w:val="0066739E"/>
    <w:rsid w:val="006819B7"/>
    <w:rsid w:val="00694078"/>
    <w:rsid w:val="00694323"/>
    <w:rsid w:val="00696862"/>
    <w:rsid w:val="006974EE"/>
    <w:rsid w:val="006A327D"/>
    <w:rsid w:val="006F2BF3"/>
    <w:rsid w:val="006F3F17"/>
    <w:rsid w:val="00706AD7"/>
    <w:rsid w:val="007259B7"/>
    <w:rsid w:val="00736F50"/>
    <w:rsid w:val="00773AB9"/>
    <w:rsid w:val="007B0354"/>
    <w:rsid w:val="007B1944"/>
    <w:rsid w:val="007B3DBB"/>
    <w:rsid w:val="007D19D1"/>
    <w:rsid w:val="007F04F2"/>
    <w:rsid w:val="00803848"/>
    <w:rsid w:val="00823E65"/>
    <w:rsid w:val="00856CAB"/>
    <w:rsid w:val="0086251F"/>
    <w:rsid w:val="00871809"/>
    <w:rsid w:val="008806FA"/>
    <w:rsid w:val="008A74AB"/>
    <w:rsid w:val="008C7571"/>
    <w:rsid w:val="008D648A"/>
    <w:rsid w:val="008E7A14"/>
    <w:rsid w:val="008F3ADA"/>
    <w:rsid w:val="00914038"/>
    <w:rsid w:val="00941499"/>
    <w:rsid w:val="00964FCF"/>
    <w:rsid w:val="0096645E"/>
    <w:rsid w:val="0097084E"/>
    <w:rsid w:val="009723E5"/>
    <w:rsid w:val="00977D5E"/>
    <w:rsid w:val="00986A48"/>
    <w:rsid w:val="00996003"/>
    <w:rsid w:val="009C73B3"/>
    <w:rsid w:val="009D0B2A"/>
    <w:rsid w:val="009E07D9"/>
    <w:rsid w:val="009F191A"/>
    <w:rsid w:val="00A0779F"/>
    <w:rsid w:val="00A15233"/>
    <w:rsid w:val="00A20B90"/>
    <w:rsid w:val="00A51F2D"/>
    <w:rsid w:val="00A55F8A"/>
    <w:rsid w:val="00A65F38"/>
    <w:rsid w:val="00A7507E"/>
    <w:rsid w:val="00A77723"/>
    <w:rsid w:val="00A86006"/>
    <w:rsid w:val="00AB240E"/>
    <w:rsid w:val="00AB5194"/>
    <w:rsid w:val="00AC473B"/>
    <w:rsid w:val="00AF3298"/>
    <w:rsid w:val="00AF76D3"/>
    <w:rsid w:val="00B10B88"/>
    <w:rsid w:val="00B245BB"/>
    <w:rsid w:val="00B24A18"/>
    <w:rsid w:val="00B2557A"/>
    <w:rsid w:val="00B4537E"/>
    <w:rsid w:val="00B64B6F"/>
    <w:rsid w:val="00B70B58"/>
    <w:rsid w:val="00B758BA"/>
    <w:rsid w:val="00B81C9A"/>
    <w:rsid w:val="00B91149"/>
    <w:rsid w:val="00BA3536"/>
    <w:rsid w:val="00BB6426"/>
    <w:rsid w:val="00BF1C21"/>
    <w:rsid w:val="00BF1F26"/>
    <w:rsid w:val="00BF584B"/>
    <w:rsid w:val="00C24C35"/>
    <w:rsid w:val="00C86F84"/>
    <w:rsid w:val="00CE185E"/>
    <w:rsid w:val="00CF461D"/>
    <w:rsid w:val="00D02770"/>
    <w:rsid w:val="00D25109"/>
    <w:rsid w:val="00D325D8"/>
    <w:rsid w:val="00D62CFF"/>
    <w:rsid w:val="00D739C0"/>
    <w:rsid w:val="00D7639A"/>
    <w:rsid w:val="00D806CB"/>
    <w:rsid w:val="00D9164F"/>
    <w:rsid w:val="00DC653E"/>
    <w:rsid w:val="00DF3160"/>
    <w:rsid w:val="00E05EA1"/>
    <w:rsid w:val="00E2141D"/>
    <w:rsid w:val="00E376BC"/>
    <w:rsid w:val="00E4598C"/>
    <w:rsid w:val="00E53D98"/>
    <w:rsid w:val="00E668C1"/>
    <w:rsid w:val="00E6786C"/>
    <w:rsid w:val="00E74D3F"/>
    <w:rsid w:val="00E91695"/>
    <w:rsid w:val="00E93CD8"/>
    <w:rsid w:val="00EA02BC"/>
    <w:rsid w:val="00EA4E92"/>
    <w:rsid w:val="00EC4334"/>
    <w:rsid w:val="00EF28BA"/>
    <w:rsid w:val="00F02C7B"/>
    <w:rsid w:val="00F05201"/>
    <w:rsid w:val="00F14BA1"/>
    <w:rsid w:val="00F179FF"/>
    <w:rsid w:val="00F17C1F"/>
    <w:rsid w:val="00F25D92"/>
    <w:rsid w:val="00F31B25"/>
    <w:rsid w:val="00F362A0"/>
    <w:rsid w:val="00F43098"/>
    <w:rsid w:val="00F47BEB"/>
    <w:rsid w:val="00F611F0"/>
    <w:rsid w:val="00F6285F"/>
    <w:rsid w:val="00F769A8"/>
    <w:rsid w:val="00F8586D"/>
    <w:rsid w:val="00F9668D"/>
    <w:rsid w:val="00FA4423"/>
    <w:rsid w:val="00FB5AA6"/>
    <w:rsid w:val="00FD3D70"/>
    <w:rsid w:val="00FD6519"/>
    <w:rsid w:val="00FD751D"/>
    <w:rsid w:val="00FE65A2"/>
    <w:rsid w:val="00FF25F9"/>
    <w:rsid w:val="00FF40F6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57AB34"/>
  <w15:chartTrackingRefBased/>
  <w15:docId w15:val="{D669227D-9CDE-4F05-9C9D-5B9E51411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locked/>
    <w:pPr>
      <w:keepNext/>
      <w:ind w:left="-168" w:firstLine="168"/>
      <w:outlineLvl w:val="0"/>
    </w:pPr>
    <w:rPr>
      <w:rFonts w:cs="Arial"/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Verdana" w:hAnsi="Verdana"/>
      <w:b/>
      <w:bCs/>
    </w:rPr>
  </w:style>
  <w:style w:type="paragraph" w:styleId="Nagwek3">
    <w:name w:val="heading 3"/>
    <w:basedOn w:val="Normalny"/>
    <w:next w:val="Normalny"/>
    <w:qFormat/>
    <w:pPr>
      <w:keepNext/>
      <w:ind w:firstLine="5712"/>
      <w:outlineLvl w:val="2"/>
    </w:pPr>
    <w:rPr>
      <w:rFonts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2F0EC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semiHidden/>
    <w:locked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rPr>
      <w:sz w:val="24"/>
      <w:szCs w:val="24"/>
      <w:lang w:val="pl-PL" w:eastAsia="pl-PL"/>
    </w:rPr>
  </w:style>
  <w:style w:type="paragraph" w:customStyle="1" w:styleId="LPTytudokumentu">
    <w:name w:val="LP_Tytuł dokumentu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pPr>
      <w:tabs>
        <w:tab w:val="left" w:pos="0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semiHidden/>
    <w:locked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locked/>
    <w:rPr>
      <w:rFonts w:ascii="Arial" w:hAnsi="Arial"/>
      <w:b/>
      <w:color w:val="005023"/>
      <w:sz w:val="24"/>
      <w:szCs w:val="24"/>
    </w:rPr>
  </w:style>
  <w:style w:type="character" w:customStyle="1" w:styleId="FooterChar">
    <w:name w:val="Footer Char"/>
    <w:rPr>
      <w:sz w:val="24"/>
      <w:szCs w:val="24"/>
      <w:lang w:val="pl-PL" w:eastAsia="pl-PL"/>
    </w:rPr>
  </w:style>
  <w:style w:type="paragraph" w:customStyle="1" w:styleId="LPwiadomosczalacznik">
    <w:name w:val="LP_wiadomosc_zalacznik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Pr>
      <w:rFonts w:cs="Times New Roman"/>
      <w:b/>
      <w:lang w:val="en-US" w:eastAsia="x-none"/>
    </w:rPr>
  </w:style>
  <w:style w:type="character" w:customStyle="1" w:styleId="LPstopkaZnak">
    <w:name w:val="LP_stopka Znak"/>
    <w:locked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pPr>
      <w:spacing w:line="240" w:lineRule="auto"/>
    </w:pPr>
  </w:style>
  <w:style w:type="character" w:customStyle="1" w:styleId="LPzwykly">
    <w:name w:val="LP_zwykly"/>
    <w:basedOn w:val="Domylnaczcionkaakapitu"/>
    <w:qFormat/>
  </w:style>
  <w:style w:type="paragraph" w:customStyle="1" w:styleId="LPstopkasrodek">
    <w:name w:val="LP_stopka_srodek"/>
    <w:basedOn w:val="Normalny"/>
    <w:pPr>
      <w:jc w:val="center"/>
    </w:pPr>
    <w:rPr>
      <w:sz w:val="16"/>
    </w:rPr>
  </w:style>
  <w:style w:type="character" w:styleId="Numerstrony">
    <w:name w:val="page number"/>
    <w:basedOn w:val="Domylnaczcionkaakapitu"/>
    <w:semiHidden/>
    <w:locked/>
  </w:style>
  <w:style w:type="character" w:customStyle="1" w:styleId="LPkursywa">
    <w:name w:val="LP_kursywa"/>
    <w:rPr>
      <w:i/>
    </w:rPr>
  </w:style>
  <w:style w:type="paragraph" w:customStyle="1" w:styleId="LPWypunktowanie">
    <w:name w:val="LP_Wypunktowanie"/>
    <w:basedOn w:val="LPtekstpodstawowy"/>
    <w:pPr>
      <w:numPr>
        <w:numId w:val="1"/>
      </w:numPr>
    </w:pPr>
  </w:style>
  <w:style w:type="paragraph" w:customStyle="1" w:styleId="LPNumerowanie">
    <w:name w:val="LP_Numerowanie"/>
    <w:basedOn w:val="LPtekstpodstawowy"/>
    <w:pPr>
      <w:numPr>
        <w:numId w:val="2"/>
      </w:numPr>
    </w:pPr>
  </w:style>
  <w:style w:type="character" w:customStyle="1" w:styleId="LPAdresatpisma-instytucjaZnak">
    <w:name w:val="LP_Adresat pisma-instytucja Znak"/>
    <w:rPr>
      <w:rFonts w:ascii="Arial" w:hAnsi="Arial" w:cs="Arial"/>
      <w:sz w:val="24"/>
      <w:szCs w:val="24"/>
      <w:lang w:val="pl-PL" w:eastAsia="pl-PL" w:bidi="ar-SA"/>
    </w:r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podstawowywcity">
    <w:name w:val="Body Text Indent"/>
    <w:basedOn w:val="Normalny"/>
    <w:semiHidden/>
    <w:pPr>
      <w:spacing w:line="360" w:lineRule="auto"/>
      <w:ind w:firstLine="1071"/>
      <w:jc w:val="both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pPr>
      <w:spacing w:line="360" w:lineRule="auto"/>
      <w:jc w:val="center"/>
    </w:pPr>
    <w:rPr>
      <w:rFonts w:ascii="Times New Roman" w:hAnsi="Times New Roman"/>
      <w:b/>
      <w:bCs/>
    </w:rPr>
  </w:style>
  <w:style w:type="character" w:customStyle="1" w:styleId="NagwekZnak">
    <w:name w:val="Nagłówek Znak"/>
    <w:link w:val="Nagwek"/>
    <w:semiHidden/>
    <w:rsid w:val="00E6786C"/>
    <w:rPr>
      <w:rFonts w:ascii="Arial" w:hAnsi="Arial"/>
      <w:sz w:val="24"/>
      <w:szCs w:val="24"/>
    </w:rPr>
  </w:style>
  <w:style w:type="paragraph" w:customStyle="1" w:styleId="Default">
    <w:name w:val="Default"/>
    <w:rsid w:val="004E36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463DED"/>
    <w:pPr>
      <w:jc w:val="center"/>
    </w:pPr>
    <w:rPr>
      <w:rFonts w:ascii="Times New Roman" w:hAnsi="Times New Roman"/>
      <w:b/>
      <w:lang w:val="x-none" w:eastAsia="x-none"/>
    </w:rPr>
  </w:style>
  <w:style w:type="character" w:customStyle="1" w:styleId="TytuZnak">
    <w:name w:val="Tytuł Znak"/>
    <w:link w:val="Tytu"/>
    <w:rsid w:val="00463DED"/>
    <w:rPr>
      <w:b/>
      <w:sz w:val="24"/>
      <w:szCs w:val="24"/>
    </w:rPr>
  </w:style>
  <w:style w:type="character" w:customStyle="1" w:styleId="Nagwek4Znak">
    <w:name w:val="Nagłówek 4 Znak"/>
    <w:link w:val="Nagwek4"/>
    <w:rsid w:val="002F0ECA"/>
    <w:rPr>
      <w:rFonts w:ascii="Calibri" w:hAnsi="Calibri"/>
      <w:b/>
      <w:bCs/>
      <w:sz w:val="28"/>
      <w:szCs w:val="28"/>
      <w:lang w:val="pl-PL" w:eastAsia="pl-PL" w:bidi="ar-SA"/>
    </w:rPr>
  </w:style>
  <w:style w:type="paragraph" w:customStyle="1" w:styleId="tyt">
    <w:name w:val="tyt"/>
    <w:basedOn w:val="Normalny"/>
    <w:rsid w:val="0036344A"/>
    <w:pPr>
      <w:keepNext/>
      <w:spacing w:before="60" w:after="60"/>
      <w:jc w:val="center"/>
    </w:pPr>
    <w:rPr>
      <w:rFonts w:ascii="Times New Roman" w:hAnsi="Times New Roman"/>
      <w:b/>
      <w:szCs w:val="20"/>
    </w:rPr>
  </w:style>
  <w:style w:type="table" w:styleId="Tabela-Siatka">
    <w:name w:val="Table Grid"/>
    <w:basedOn w:val="Standardowy"/>
    <w:uiPriority w:val="59"/>
    <w:rsid w:val="00B453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dia.kapuscinska\Desktop\szablon_DGLP_bez_logo%20(1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60174-06B2-42C9-8AD4-E61FB9A4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szablon_DGLP_bez_logo (1)</Template>
  <TotalTime>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subject/>
  <dc:creator>Alicja Kaczyńska</dc:creator>
  <cp:keywords/>
  <cp:lastModifiedBy>1221 N.Zamrzenica Alicja Kaczyńska</cp:lastModifiedBy>
  <cp:revision>3</cp:revision>
  <cp:lastPrinted>2021-06-23T10:11:00Z</cp:lastPrinted>
  <dcterms:created xsi:type="dcterms:W3CDTF">2022-12-19T11:58:00Z</dcterms:created>
  <dcterms:modified xsi:type="dcterms:W3CDTF">2022-12-19T11:58:00Z</dcterms:modified>
</cp:coreProperties>
</file>